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D95" w:rsidRDefault="00196D95" w:rsidP="002B0AC0">
      <w:pPr>
        <w:spacing w:after="0"/>
      </w:pPr>
      <w:r>
        <w:t>NAME: _____________________________________</w:t>
      </w:r>
      <w:r>
        <w:tab/>
      </w:r>
      <w:r>
        <w:tab/>
      </w:r>
      <w:r>
        <w:tab/>
      </w:r>
      <w:r>
        <w:tab/>
      </w:r>
      <w:r>
        <w:tab/>
        <w:t>Activity 3.2B</w:t>
      </w:r>
    </w:p>
    <w:p w:rsidR="00196D95" w:rsidRDefault="00196D95" w:rsidP="002B0AC0">
      <w:pPr>
        <w:spacing w:after="0"/>
      </w:pPr>
    </w:p>
    <w:p w:rsidR="00196D95" w:rsidRDefault="00196D95" w:rsidP="002B0AC0">
      <w:pPr>
        <w:pStyle w:val="ListParagraph"/>
        <w:numPr>
          <w:ilvl w:val="0"/>
          <w:numId w:val="1"/>
        </w:numPr>
        <w:spacing w:after="0"/>
      </w:pPr>
      <w:r>
        <w:t>Find a partner/group for this activity</w:t>
      </w:r>
    </w:p>
    <w:p w:rsidR="00196D95" w:rsidRDefault="00196D95" w:rsidP="002B0AC0">
      <w:pPr>
        <w:pStyle w:val="ListParagraph"/>
        <w:numPr>
          <w:ilvl w:val="0"/>
          <w:numId w:val="1"/>
        </w:numPr>
        <w:spacing w:after="0"/>
      </w:pPr>
      <w:r>
        <w:t>Go to page 165 in the book, and read activity 3.2B.</w:t>
      </w:r>
    </w:p>
    <w:p w:rsidR="00196D95" w:rsidRDefault="00196D95" w:rsidP="002B0AC0">
      <w:pPr>
        <w:pStyle w:val="ListParagraph"/>
        <w:numPr>
          <w:ilvl w:val="0"/>
          <w:numId w:val="1"/>
        </w:numPr>
        <w:spacing w:after="0"/>
      </w:pPr>
      <w:r>
        <w:t>When it’s your group’s turn, come up to Miss Senske’s desk and get your hand strength data.  Record your results below, and then on the front board with the class data</w:t>
      </w:r>
    </w:p>
    <w:p w:rsidR="00196D95" w:rsidRDefault="00196D95" w:rsidP="003C34BF">
      <w:pPr>
        <w:pStyle w:val="ListParagraph"/>
        <w:spacing w:after="0"/>
      </w:pPr>
    </w:p>
    <w:p w:rsidR="00196D95" w:rsidRDefault="00196D95" w:rsidP="00DD23E4">
      <w:pPr>
        <w:pStyle w:val="ListParagraph"/>
        <w:spacing w:after="0"/>
      </w:pPr>
      <w:r>
        <w:t>GENDER</w:t>
      </w:r>
      <w:r>
        <w:tab/>
        <w:t>H or T</w:t>
      </w:r>
      <w:r>
        <w:tab/>
      </w:r>
      <w:r>
        <w:tab/>
        <w:t xml:space="preserve">Left hand </w:t>
      </w:r>
      <w:r>
        <w:tab/>
        <w:t>Right hand</w:t>
      </w:r>
      <w:r>
        <w:tab/>
        <w:t>Difference (R – L)</w:t>
      </w:r>
      <w:r>
        <w:tab/>
        <w:t>Handed</w:t>
      </w:r>
    </w:p>
    <w:p w:rsidR="00196D95" w:rsidRDefault="00196D95" w:rsidP="003C34BF">
      <w:pPr>
        <w:pStyle w:val="ListParagraph"/>
        <w:spacing w:after="0"/>
      </w:pPr>
    </w:p>
    <w:p w:rsidR="00196D95" w:rsidRDefault="00196D95" w:rsidP="00DD23E4">
      <w:pPr>
        <w:pStyle w:val="ListParagraph"/>
        <w:spacing w:after="0"/>
      </w:pPr>
      <w:r>
        <w:t>________</w:t>
      </w:r>
      <w:r>
        <w:tab/>
        <w:t>______</w:t>
      </w:r>
      <w:r>
        <w:tab/>
      </w:r>
      <w:r>
        <w:tab/>
        <w:t>________</w:t>
      </w:r>
      <w:r>
        <w:tab/>
        <w:t>__________</w:t>
      </w:r>
      <w:r>
        <w:tab/>
        <w:t>_____________</w:t>
      </w:r>
      <w:r>
        <w:tab/>
      </w:r>
      <w:r>
        <w:tab/>
        <w:t>___________</w:t>
      </w:r>
    </w:p>
    <w:p w:rsidR="00196D95" w:rsidRDefault="00196D95" w:rsidP="003C34BF">
      <w:pPr>
        <w:pStyle w:val="ListParagraph"/>
        <w:spacing w:after="0"/>
      </w:pPr>
    </w:p>
    <w:p w:rsidR="00196D95" w:rsidRDefault="00196D95" w:rsidP="002B0AC0">
      <w:pPr>
        <w:pStyle w:val="ListParagraph"/>
        <w:numPr>
          <w:ilvl w:val="0"/>
          <w:numId w:val="1"/>
        </w:numPr>
        <w:spacing w:after="0"/>
      </w:pPr>
      <w:r>
        <w:t xml:space="preserve">Make a dotplot to display the class data.  </w:t>
      </w:r>
      <w:r w:rsidRPr="00DD5B7F">
        <w:rPr>
          <w:b/>
        </w:rPr>
        <w:t>USE DIFFERENT COLORS FOR RIGHT AND LEFT HANDED PEOPLE</w:t>
      </w:r>
    </w:p>
    <w:p w:rsidR="00196D95" w:rsidRDefault="00196D95" w:rsidP="00DD5B7F">
      <w:pPr>
        <w:pStyle w:val="ListParagraph"/>
        <w:spacing w:after="0"/>
        <w:ind w:left="0"/>
      </w:pPr>
    </w:p>
    <w:p w:rsidR="00196D95" w:rsidRDefault="00196D95" w:rsidP="00DD5B7F">
      <w:pPr>
        <w:pStyle w:val="ListParagraph"/>
        <w:spacing w:after="0"/>
        <w:ind w:left="0"/>
      </w:pPr>
    </w:p>
    <w:p w:rsidR="00196D95" w:rsidRDefault="00196D95" w:rsidP="00DD5B7F">
      <w:pPr>
        <w:pStyle w:val="ListParagraph"/>
        <w:spacing w:after="0"/>
        <w:ind w:left="0"/>
      </w:pPr>
    </w:p>
    <w:p w:rsidR="00196D95" w:rsidRDefault="00196D95" w:rsidP="00DD5B7F">
      <w:pPr>
        <w:pStyle w:val="ListParagraph"/>
        <w:spacing w:after="0"/>
        <w:ind w:left="0"/>
      </w:pPr>
    </w:p>
    <w:p w:rsidR="00196D95" w:rsidRDefault="00196D95" w:rsidP="00DD5B7F">
      <w:pPr>
        <w:pStyle w:val="ListParagraph"/>
        <w:spacing w:after="0"/>
        <w:ind w:left="0"/>
      </w:pPr>
    </w:p>
    <w:p w:rsidR="00196D95" w:rsidRDefault="00196D95" w:rsidP="00DD5B7F">
      <w:pPr>
        <w:pStyle w:val="ListParagraph"/>
        <w:spacing w:after="0"/>
        <w:ind w:left="0"/>
      </w:pPr>
    </w:p>
    <w:p w:rsidR="00196D95" w:rsidRDefault="00196D95" w:rsidP="00DD5B7F">
      <w:pPr>
        <w:pStyle w:val="ListParagraph"/>
        <w:spacing w:after="0"/>
        <w:ind w:left="0"/>
      </w:pPr>
    </w:p>
    <w:p w:rsidR="00196D95" w:rsidRDefault="00196D95" w:rsidP="00DD5B7F">
      <w:pPr>
        <w:pStyle w:val="ListParagraph"/>
        <w:spacing w:after="0"/>
        <w:ind w:left="0"/>
      </w:pPr>
    </w:p>
    <w:p w:rsidR="00196D95" w:rsidRDefault="00196D95" w:rsidP="00DD5B7F">
      <w:pPr>
        <w:pStyle w:val="ListParagraph"/>
        <w:spacing w:after="0"/>
        <w:ind w:left="0"/>
      </w:pPr>
      <w:r>
        <w:rPr>
          <w:noProof/>
        </w:rPr>
        <w:pict>
          <v:group id="_x0000_s1026" style="position:absolute;margin-left:25.75pt;margin-top:4.85pt;width:441.75pt;height:18pt;z-index:251658240" coordorigin="1464,13392" coordsize="8835,360">
            <v:line id="_x0000_s1027" style="position:absolute" from="1464,13572" to="10299,13572"/>
            <v:line id="_x0000_s1028" style="position:absolute" from="2490,13392" to="2490,13752"/>
            <v:line id="_x0000_s1029" style="position:absolute" from="2889,13392" to="2889,13752"/>
            <v:line id="_x0000_s1030" style="position:absolute" from="3288,13392" to="3288,13752"/>
            <v:line id="_x0000_s1031" style="position:absolute" from="3630,13392" to="3630,13752"/>
            <v:line id="_x0000_s1032" style="position:absolute" from="4029,13392" to="4029,13752"/>
            <v:line id="_x0000_s1033" style="position:absolute" from="4371,13392" to="4371,13752"/>
            <v:line id="_x0000_s1034" style="position:absolute" from="4770,13392" to="4770,13752"/>
            <v:line id="_x0000_s1035" style="position:absolute" from="5112,13392" to="5112,13752"/>
            <v:line id="_x0000_s1036" style="position:absolute" from="5511,13392" to="5511,13752"/>
            <v:line id="_x0000_s1037" style="position:absolute" from="5796,13392" to="5796,13752"/>
            <v:line id="_x0000_s1038" style="position:absolute" from="6195,13392" to="6195,13752"/>
            <v:line id="_x0000_s1039" style="position:absolute" from="6537,13392" to="6537,13752"/>
            <v:line id="_x0000_s1040" style="position:absolute" from="6936,13392" to="6936,13752"/>
            <v:line id="_x0000_s1041" style="position:absolute" from="7278,13392" to="7278,13752"/>
            <v:line id="_x0000_s1042" style="position:absolute" from="7677,13392" to="7677,13752"/>
            <v:line id="_x0000_s1043" style="position:absolute" from="8019,13392" to="8019,13752"/>
            <v:line id="_x0000_s1044" style="position:absolute" from="8418,13392" to="8418,13752"/>
            <v:line id="_x0000_s1045" style="position:absolute" from="8703,13392" to="8703,13752"/>
            <v:line id="_x0000_s1046" style="position:absolute" from="9102,13392" to="9102,13752"/>
          </v:group>
        </w:pict>
      </w:r>
    </w:p>
    <w:p w:rsidR="00196D95" w:rsidRDefault="00196D95" w:rsidP="00DD5B7F">
      <w:pPr>
        <w:pStyle w:val="ListParagraph"/>
        <w:spacing w:after="0"/>
        <w:ind w:left="0"/>
      </w:pPr>
    </w:p>
    <w:p w:rsidR="00196D95" w:rsidRDefault="00196D95" w:rsidP="00DD5B7F">
      <w:pPr>
        <w:pStyle w:val="ListParagraph"/>
        <w:spacing w:after="0"/>
        <w:ind w:left="0"/>
      </w:pPr>
      <w:r>
        <w:tab/>
        <w:t xml:space="preserve">                              -6     -5   -4    -3    -2    -1     0     1    2     3     4     5     6</w:t>
      </w:r>
    </w:p>
    <w:p w:rsidR="00196D95" w:rsidRDefault="00196D95" w:rsidP="00DD5B7F">
      <w:pPr>
        <w:pStyle w:val="ListParagraph"/>
        <w:spacing w:after="0"/>
        <w:ind w:left="0"/>
      </w:pPr>
    </w:p>
    <w:p w:rsidR="00196D95" w:rsidRDefault="00196D95" w:rsidP="009A2807">
      <w:pPr>
        <w:pStyle w:val="ListParagraph"/>
        <w:numPr>
          <w:ilvl w:val="0"/>
          <w:numId w:val="1"/>
        </w:numPr>
        <w:spacing w:after="0"/>
      </w:pPr>
      <w:r>
        <w:t xml:space="preserve">What types of values </w:t>
      </w:r>
      <w:r w:rsidRPr="00CF4BDF">
        <w:rPr>
          <w:b/>
        </w:rPr>
        <w:t>should</w:t>
      </w:r>
      <w:r>
        <w:t xml:space="preserve"> right handed people have, if their right hand is </w:t>
      </w:r>
      <w:r w:rsidRPr="00CF4BDF">
        <w:rPr>
          <w:b/>
        </w:rPr>
        <w:t>actually</w:t>
      </w:r>
      <w:r>
        <w:t xml:space="preserve"> stronger than their left? (pos or neg?) _______________ </w:t>
      </w:r>
    </w:p>
    <w:p w:rsidR="00196D95" w:rsidRDefault="00196D95" w:rsidP="00BA1378">
      <w:pPr>
        <w:pStyle w:val="ListParagraph"/>
        <w:spacing w:after="0"/>
      </w:pPr>
    </w:p>
    <w:p w:rsidR="00196D95" w:rsidRDefault="00196D95" w:rsidP="00BA1378">
      <w:pPr>
        <w:pStyle w:val="ListParagraph"/>
        <w:numPr>
          <w:ilvl w:val="0"/>
          <w:numId w:val="1"/>
        </w:numPr>
        <w:spacing w:after="0"/>
      </w:pPr>
      <w:r>
        <w:t xml:space="preserve">What types of values </w:t>
      </w:r>
      <w:r w:rsidRPr="00CF4BDF">
        <w:rPr>
          <w:b/>
        </w:rPr>
        <w:t>should</w:t>
      </w:r>
      <w:r>
        <w:t xml:space="preserve"> left handed people have, if their left is </w:t>
      </w:r>
      <w:r w:rsidRPr="00CF4BDF">
        <w:rPr>
          <w:b/>
        </w:rPr>
        <w:t>actually</w:t>
      </w:r>
      <w:r>
        <w:t xml:space="preserve"> stronger than their right? (pos or neg?) _______________ </w:t>
      </w:r>
    </w:p>
    <w:p w:rsidR="00196D95" w:rsidRDefault="00196D95" w:rsidP="00BA1378">
      <w:pPr>
        <w:pStyle w:val="ListParagraph"/>
        <w:spacing w:after="0"/>
      </w:pPr>
    </w:p>
    <w:p w:rsidR="00196D95" w:rsidRDefault="00196D95" w:rsidP="009A2807">
      <w:pPr>
        <w:pStyle w:val="ListParagraph"/>
        <w:numPr>
          <w:ilvl w:val="0"/>
          <w:numId w:val="1"/>
        </w:numPr>
        <w:spacing w:after="0"/>
      </w:pPr>
      <w:r w:rsidRPr="00CF4BDF">
        <w:rPr>
          <w:b/>
        </w:rPr>
        <w:t>Write a few sentences describing the class plot</w:t>
      </w:r>
      <w:r>
        <w:t xml:space="preserve">.  Does it seem that being right handed makes your right hand stronger?  What about left handed people?  </w:t>
      </w:r>
    </w:p>
    <w:p w:rsidR="00196D95" w:rsidRDefault="00196D95" w:rsidP="009A2807">
      <w:pPr>
        <w:pStyle w:val="ListParagraph"/>
        <w:spacing w:after="0"/>
      </w:pPr>
    </w:p>
    <w:p w:rsidR="00196D95" w:rsidRDefault="00196D95" w:rsidP="009A2807">
      <w:pPr>
        <w:pStyle w:val="ListParagraph"/>
        <w:spacing w:after="0"/>
      </w:pPr>
    </w:p>
    <w:p w:rsidR="00196D95" w:rsidRDefault="00196D95" w:rsidP="009A2807">
      <w:pPr>
        <w:pStyle w:val="ListParagraph"/>
        <w:spacing w:after="0"/>
      </w:pPr>
    </w:p>
    <w:p w:rsidR="00196D95" w:rsidRDefault="00196D95" w:rsidP="009A2807">
      <w:pPr>
        <w:pStyle w:val="ListParagraph"/>
        <w:spacing w:after="0"/>
      </w:pPr>
    </w:p>
    <w:p w:rsidR="00196D95" w:rsidRDefault="00196D95" w:rsidP="00BA1378">
      <w:pPr>
        <w:pStyle w:val="ListParagraph"/>
        <w:spacing w:after="0"/>
        <w:ind w:left="0"/>
      </w:pPr>
    </w:p>
    <w:p w:rsidR="00196D95" w:rsidRDefault="00196D95" w:rsidP="00BA1378">
      <w:pPr>
        <w:pStyle w:val="ListParagraph"/>
        <w:spacing w:after="0"/>
        <w:ind w:left="0"/>
      </w:pPr>
    </w:p>
    <w:p w:rsidR="00196D95" w:rsidRDefault="00196D95" w:rsidP="00BA1378">
      <w:pPr>
        <w:pStyle w:val="ListParagraph"/>
        <w:spacing w:after="0"/>
        <w:ind w:left="0"/>
      </w:pPr>
    </w:p>
    <w:p w:rsidR="00196D95" w:rsidRDefault="00196D95" w:rsidP="00BA1378">
      <w:pPr>
        <w:pStyle w:val="ListParagraph"/>
        <w:spacing w:after="0"/>
        <w:ind w:left="0"/>
      </w:pPr>
    </w:p>
    <w:p w:rsidR="00196D95" w:rsidRDefault="00196D95" w:rsidP="00BA1378">
      <w:pPr>
        <w:pStyle w:val="ListParagraph"/>
        <w:spacing w:after="0"/>
        <w:ind w:left="0"/>
      </w:pPr>
    </w:p>
    <w:p w:rsidR="00196D95" w:rsidRDefault="00196D95" w:rsidP="00BA1378">
      <w:pPr>
        <w:pStyle w:val="ListParagraph"/>
        <w:spacing w:after="0"/>
        <w:ind w:left="0"/>
      </w:pPr>
    </w:p>
    <w:p w:rsidR="00196D95" w:rsidRDefault="00196D95" w:rsidP="009A2807">
      <w:pPr>
        <w:pStyle w:val="ListParagraph"/>
        <w:numPr>
          <w:ilvl w:val="0"/>
          <w:numId w:val="1"/>
        </w:numPr>
        <w:spacing w:after="0"/>
      </w:pPr>
      <w:r>
        <w:t>Compute the average of the right handed people ___________  and the left handed ___________</w:t>
      </w:r>
    </w:p>
    <w:sectPr w:rsidR="00196D95" w:rsidSect="00CF4BDF">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A4A"/>
    <w:multiLevelType w:val="hybridMultilevel"/>
    <w:tmpl w:val="96F252E8"/>
    <w:lvl w:ilvl="0" w:tplc="EF7E4C88">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0AC0"/>
    <w:rsid w:val="00196D95"/>
    <w:rsid w:val="002B0AC0"/>
    <w:rsid w:val="0035117A"/>
    <w:rsid w:val="003C34BF"/>
    <w:rsid w:val="00631D8E"/>
    <w:rsid w:val="00645277"/>
    <w:rsid w:val="006D1F44"/>
    <w:rsid w:val="007C495F"/>
    <w:rsid w:val="009477B0"/>
    <w:rsid w:val="009A2807"/>
    <w:rsid w:val="00AA4250"/>
    <w:rsid w:val="00B80ABD"/>
    <w:rsid w:val="00BA1378"/>
    <w:rsid w:val="00CF4BDF"/>
    <w:rsid w:val="00DD23E4"/>
    <w:rsid w:val="00DD5B7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B0AC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TotalTime>
  <Pages>1</Pages>
  <Words>179</Words>
  <Characters>1024</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4</cp:revision>
  <dcterms:created xsi:type="dcterms:W3CDTF">2009-09-24T18:25:00Z</dcterms:created>
  <dcterms:modified xsi:type="dcterms:W3CDTF">2009-09-25T02:17:00Z</dcterms:modified>
</cp:coreProperties>
</file>